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6B6F43" w:rsidRPr="00191224" w:rsidRDefault="006B6F43" w:rsidP="006B6F43">
      <w:pPr>
        <w:rPr>
          <w:rFonts w:cs="Arial"/>
          <w:b/>
          <w:szCs w:val="20"/>
        </w:rPr>
      </w:pPr>
      <w:r w:rsidRPr="00CE75F4">
        <w:rPr>
          <w:rFonts w:cs="Arial"/>
          <w:b/>
          <w:bCs/>
          <w:szCs w:val="20"/>
          <w:u w:val="single"/>
        </w:rPr>
        <w:t xml:space="preserve">Řez stromů </w:t>
      </w:r>
      <w:r w:rsidRPr="00CE75F4">
        <w:rPr>
          <w:rFonts w:ascii="Calibri" w:hAnsi="Calibri"/>
          <w:b/>
          <w:bCs/>
          <w:sz w:val="22"/>
          <w:szCs w:val="22"/>
          <w:u w:val="single"/>
        </w:rPr>
        <w:t>města Uherský Brod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="00FD430A">
        <w:rPr>
          <w:rFonts w:ascii="Calibri" w:hAnsi="Calibri"/>
          <w:b/>
          <w:bCs/>
          <w:sz w:val="22"/>
          <w:szCs w:val="22"/>
          <w:u w:val="single"/>
        </w:rPr>
        <w:t>202</w:t>
      </w:r>
      <w:r w:rsidR="00806AB2">
        <w:rPr>
          <w:rFonts w:ascii="Calibri" w:hAnsi="Calibri"/>
          <w:b/>
          <w:bCs/>
          <w:sz w:val="22"/>
          <w:szCs w:val="22"/>
          <w:u w:val="single"/>
        </w:rPr>
        <w:t>5 -</w:t>
      </w:r>
      <w:r w:rsidR="00047714">
        <w:rPr>
          <w:rFonts w:ascii="Calibri" w:hAnsi="Calibri"/>
          <w:b/>
          <w:bCs/>
          <w:sz w:val="22"/>
          <w:szCs w:val="22"/>
          <w:u w:val="single"/>
        </w:rPr>
        <w:t xml:space="preserve"> část </w:t>
      </w:r>
      <w:r w:rsidR="00806AB2">
        <w:rPr>
          <w:rFonts w:ascii="Calibri" w:hAnsi="Calibri"/>
          <w:b/>
          <w:bCs/>
          <w:sz w:val="22"/>
          <w:szCs w:val="22"/>
          <w:u w:val="single"/>
        </w:rPr>
        <w:t>č. 1</w:t>
      </w:r>
    </w:p>
    <w:p w:rsidR="006B6F43" w:rsidRPr="00191224" w:rsidRDefault="006B6F43" w:rsidP="006B6F43">
      <w:r w:rsidRPr="00191224">
        <w:t xml:space="preserve">Zahájení prací: nejpozději od </w:t>
      </w:r>
      <w:r w:rsidR="00047714">
        <w:t>01</w:t>
      </w:r>
      <w:r>
        <w:t>.10.202</w:t>
      </w:r>
      <w:r w:rsidR="008802C3">
        <w:t>5</w:t>
      </w:r>
      <w:bookmarkStart w:id="0" w:name="_GoBack"/>
      <w:bookmarkEnd w:id="0"/>
    </w:p>
    <w:p w:rsidR="006B6F43" w:rsidRPr="00191224" w:rsidRDefault="006B6F43" w:rsidP="006B6F43">
      <w:r w:rsidRPr="00191224">
        <w:t xml:space="preserve">Dokončení díla: do </w:t>
      </w:r>
      <w:r w:rsidR="00047714">
        <w:t>2</w:t>
      </w:r>
      <w:r>
        <w:t xml:space="preserve"> týdnů od zahájení</w:t>
      </w:r>
    </w:p>
    <w:p w:rsidR="00543682" w:rsidRDefault="00543682" w:rsidP="006B6F43">
      <w:pPr>
        <w:jc w:val="both"/>
        <w:rPr>
          <w:rFonts w:cs="Arial"/>
          <w:b/>
          <w:bCs/>
          <w:color w:val="E36C0A"/>
        </w:rPr>
      </w:pP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047714" w:rsidRDefault="00047714" w:rsidP="006B6F43">
      <w:pPr>
        <w:jc w:val="both"/>
        <w:rPr>
          <w:rFonts w:cs="Arial"/>
          <w:b/>
          <w:bCs/>
        </w:rPr>
      </w:pPr>
    </w:p>
    <w:p w:rsidR="00047714" w:rsidRDefault="00047714" w:rsidP="006B6F43">
      <w:pPr>
        <w:jc w:val="both"/>
        <w:rPr>
          <w:rFonts w:cs="Arial"/>
          <w:b/>
          <w:bCs/>
        </w:rPr>
      </w:pPr>
    </w:p>
    <w:p w:rsidR="00543682" w:rsidRDefault="00543682" w:rsidP="006B6F43">
      <w:pPr>
        <w:jc w:val="both"/>
        <w:rPr>
          <w:rFonts w:cs="Arial"/>
          <w:b/>
          <w:bCs/>
        </w:rPr>
      </w:pPr>
    </w:p>
    <w:p w:rsidR="00543682" w:rsidRDefault="00543682" w:rsidP="006B6F43">
      <w:pPr>
        <w:jc w:val="both"/>
        <w:rPr>
          <w:rFonts w:cs="Arial"/>
          <w:b/>
          <w:bCs/>
        </w:rPr>
      </w:pPr>
    </w:p>
    <w:p w:rsidR="00543682" w:rsidRDefault="00543682" w:rsidP="006B6F43">
      <w:pPr>
        <w:jc w:val="both"/>
        <w:rPr>
          <w:rFonts w:cs="Arial"/>
          <w:b/>
          <w:bCs/>
        </w:rPr>
      </w:pPr>
    </w:p>
    <w:p w:rsidR="00047714" w:rsidRPr="00191224" w:rsidRDefault="00047714" w:rsidP="00047714">
      <w:pPr>
        <w:rPr>
          <w:rFonts w:cs="Arial"/>
          <w:b/>
          <w:szCs w:val="20"/>
        </w:rPr>
      </w:pPr>
      <w:r w:rsidRPr="00CE75F4">
        <w:rPr>
          <w:rFonts w:cs="Arial"/>
          <w:b/>
          <w:bCs/>
          <w:szCs w:val="20"/>
          <w:u w:val="single"/>
        </w:rPr>
        <w:t xml:space="preserve">Řez stromů </w:t>
      </w:r>
      <w:r w:rsidRPr="00CE75F4">
        <w:rPr>
          <w:rFonts w:ascii="Calibri" w:hAnsi="Calibri"/>
          <w:b/>
          <w:bCs/>
          <w:sz w:val="22"/>
          <w:szCs w:val="22"/>
          <w:u w:val="single"/>
        </w:rPr>
        <w:t>města Uherský Brod</w:t>
      </w:r>
      <w:r w:rsidR="00806AB2">
        <w:rPr>
          <w:rFonts w:ascii="Calibri" w:hAnsi="Calibri"/>
          <w:b/>
          <w:bCs/>
          <w:sz w:val="22"/>
          <w:szCs w:val="22"/>
          <w:u w:val="single"/>
        </w:rPr>
        <w:t xml:space="preserve"> 2025 - část č. 2</w:t>
      </w:r>
    </w:p>
    <w:p w:rsidR="00047714" w:rsidRPr="00191224" w:rsidRDefault="00047714" w:rsidP="00047714">
      <w:r w:rsidRPr="00191224">
        <w:t xml:space="preserve">Zahájení prací: nejpozději od </w:t>
      </w:r>
      <w:r>
        <w:t>15.10.2025</w:t>
      </w:r>
    </w:p>
    <w:p w:rsidR="00047714" w:rsidRPr="00191224" w:rsidRDefault="00047714" w:rsidP="00047714">
      <w:r w:rsidRPr="00191224">
        <w:t xml:space="preserve">Dokončení díla: do </w:t>
      </w:r>
      <w:r>
        <w:t>2 týdnů od zahájení</w:t>
      </w:r>
    </w:p>
    <w:p w:rsidR="00543682" w:rsidRDefault="00543682" w:rsidP="00047714">
      <w:pPr>
        <w:jc w:val="both"/>
        <w:rPr>
          <w:rFonts w:cs="Arial"/>
          <w:b/>
          <w:bCs/>
          <w:color w:val="E36C0A"/>
        </w:rPr>
      </w:pPr>
    </w:p>
    <w:p w:rsidR="00047714" w:rsidRPr="00BF7080" w:rsidRDefault="00047714" w:rsidP="00047714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047714" w:rsidRDefault="00047714" w:rsidP="006B6F43">
      <w:pPr>
        <w:jc w:val="both"/>
        <w:rPr>
          <w:rFonts w:cs="Arial"/>
          <w:b/>
          <w:bCs/>
        </w:rPr>
      </w:pPr>
    </w:p>
    <w:p w:rsidR="00047714" w:rsidRDefault="00047714" w:rsidP="006B6F43">
      <w:pPr>
        <w:jc w:val="both"/>
        <w:rPr>
          <w:rFonts w:cs="Arial"/>
          <w:b/>
          <w:bCs/>
        </w:rPr>
      </w:pPr>
    </w:p>
    <w:p w:rsidR="00543682" w:rsidRDefault="00543682" w:rsidP="006B6F43">
      <w:pPr>
        <w:jc w:val="both"/>
        <w:rPr>
          <w:rFonts w:cs="Arial"/>
          <w:b/>
          <w:bCs/>
        </w:rPr>
      </w:pPr>
    </w:p>
    <w:p w:rsidR="00543682" w:rsidRDefault="00543682" w:rsidP="006B6F43">
      <w:pPr>
        <w:jc w:val="both"/>
        <w:rPr>
          <w:rFonts w:cs="Arial"/>
          <w:b/>
          <w:bCs/>
        </w:rPr>
      </w:pPr>
    </w:p>
    <w:p w:rsidR="00543682" w:rsidRDefault="00543682" w:rsidP="006B6F43">
      <w:pPr>
        <w:jc w:val="both"/>
        <w:rPr>
          <w:rFonts w:cs="Arial"/>
          <w:b/>
          <w:bCs/>
        </w:rPr>
      </w:pPr>
    </w:p>
    <w:p w:rsidR="00543682" w:rsidRDefault="00543682" w:rsidP="006B6F43">
      <w:pPr>
        <w:jc w:val="both"/>
        <w:rPr>
          <w:rFonts w:cs="Arial"/>
          <w:b/>
          <w:bCs/>
        </w:rPr>
      </w:pPr>
    </w:p>
    <w:p w:rsidR="00047714" w:rsidRDefault="00047714" w:rsidP="006B6F43">
      <w:pPr>
        <w:jc w:val="both"/>
        <w:rPr>
          <w:rFonts w:cs="Arial"/>
          <w:b/>
          <w:bCs/>
        </w:rPr>
      </w:pPr>
    </w:p>
    <w:p w:rsidR="00047714" w:rsidRPr="00191224" w:rsidRDefault="00047714" w:rsidP="00047714">
      <w:pPr>
        <w:rPr>
          <w:rFonts w:cs="Arial"/>
          <w:b/>
          <w:szCs w:val="20"/>
        </w:rPr>
      </w:pPr>
      <w:r w:rsidRPr="00CE75F4">
        <w:rPr>
          <w:rFonts w:cs="Arial"/>
          <w:b/>
          <w:bCs/>
          <w:szCs w:val="20"/>
          <w:u w:val="single"/>
        </w:rPr>
        <w:t xml:space="preserve">Řez stromů </w:t>
      </w:r>
      <w:r w:rsidRPr="00CE75F4">
        <w:rPr>
          <w:rFonts w:ascii="Calibri" w:hAnsi="Calibri"/>
          <w:b/>
          <w:bCs/>
          <w:sz w:val="22"/>
          <w:szCs w:val="22"/>
          <w:u w:val="single"/>
        </w:rPr>
        <w:t>města Uherský Brod</w:t>
      </w:r>
      <w:r w:rsidR="00806AB2">
        <w:rPr>
          <w:rFonts w:ascii="Calibri" w:hAnsi="Calibri"/>
          <w:b/>
          <w:bCs/>
          <w:sz w:val="22"/>
          <w:szCs w:val="22"/>
          <w:u w:val="single"/>
        </w:rPr>
        <w:t xml:space="preserve"> 2025 - část č. 3</w:t>
      </w:r>
    </w:p>
    <w:p w:rsidR="00047714" w:rsidRPr="00191224" w:rsidRDefault="00047714" w:rsidP="00047714">
      <w:r w:rsidRPr="00191224">
        <w:t xml:space="preserve">Zahájení prací: nejpozději od </w:t>
      </w:r>
      <w:r>
        <w:t>30.10.2025</w:t>
      </w:r>
    </w:p>
    <w:p w:rsidR="00047714" w:rsidRPr="00191224" w:rsidRDefault="00047714" w:rsidP="00047714">
      <w:r w:rsidRPr="00191224">
        <w:t xml:space="preserve">Dokončení díla: do </w:t>
      </w:r>
      <w:r>
        <w:t>2 týdnů od zahájení</w:t>
      </w:r>
    </w:p>
    <w:p w:rsidR="00543682" w:rsidRDefault="00543682" w:rsidP="00047714">
      <w:pPr>
        <w:jc w:val="both"/>
        <w:rPr>
          <w:rFonts w:cs="Arial"/>
          <w:b/>
          <w:bCs/>
          <w:color w:val="E36C0A"/>
        </w:rPr>
      </w:pPr>
    </w:p>
    <w:p w:rsidR="00047714" w:rsidRPr="00BF7080" w:rsidRDefault="00047714" w:rsidP="00047714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047714" w:rsidRDefault="00047714" w:rsidP="006B6F43">
      <w:pPr>
        <w:jc w:val="both"/>
        <w:rPr>
          <w:rFonts w:cs="Arial"/>
          <w:b/>
          <w:bCs/>
        </w:rPr>
      </w:pP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Pr="00BF7080" w:rsidRDefault="006B6F43" w:rsidP="006B6F43">
      <w:pPr>
        <w:jc w:val="both"/>
        <w:rPr>
          <w:rFonts w:cs="Arial"/>
          <w:b/>
          <w:bCs/>
        </w:rPr>
      </w:pPr>
    </w:p>
    <w:sectPr w:rsidR="006B6F43" w:rsidRPr="00BF7080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714" w:rsidRDefault="0004771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4368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B082C" w:rsidRPr="003B082C" w:rsidRDefault="003B082C" w:rsidP="003B082C">
    <w:pPr>
      <w:rPr>
        <w:b/>
        <w:caps/>
        <w:color w:val="00B050"/>
        <w:sz w:val="14"/>
        <w:szCs w:val="14"/>
      </w:rPr>
    </w:pPr>
    <w:r w:rsidRPr="003B082C">
      <w:rPr>
        <w:b/>
        <w:caps/>
        <w:color w:val="00B050"/>
        <w:sz w:val="14"/>
        <w:szCs w:val="14"/>
      </w:rPr>
      <w:t>ŘEZ STROM</w:t>
    </w:r>
    <w:r w:rsidR="00047714">
      <w:rPr>
        <w:b/>
        <w:caps/>
        <w:color w:val="00B050"/>
        <w:sz w:val="14"/>
        <w:szCs w:val="14"/>
      </w:rPr>
      <w:t>Ů města uherský Brod v roce 2025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714" w:rsidRDefault="0004771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714" w:rsidRDefault="0004771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96A88">
      <w:rPr>
        <w:b/>
        <w:bCs/>
        <w:color w:val="00B050"/>
        <w:sz w:val="28"/>
        <w:szCs w:val="28"/>
      </w:rPr>
      <w:t>3</w:t>
    </w:r>
  </w:p>
  <w:p w:rsidR="003B082C" w:rsidRPr="003B082C" w:rsidRDefault="003042A4" w:rsidP="003B082C">
    <w:pPr>
      <w:jc w:val="center"/>
      <w:rPr>
        <w:b/>
        <w:caps/>
        <w:color w:val="00B050"/>
        <w:sz w:val="24"/>
      </w:rPr>
    </w:pPr>
    <w:r w:rsidRPr="003B082C">
      <w:rPr>
        <w:b/>
        <w:caps/>
        <w:color w:val="00B050"/>
        <w:sz w:val="24"/>
      </w:rPr>
      <w:t xml:space="preserve">Veřejná zakázka: </w:t>
    </w:r>
    <w:r w:rsidR="003B082C" w:rsidRPr="003B082C">
      <w:rPr>
        <w:b/>
        <w:caps/>
        <w:color w:val="00B050"/>
        <w:sz w:val="24"/>
      </w:rPr>
      <w:t>ŘEZ STROMŮ města uherský Brod v roce 202</w:t>
    </w:r>
    <w:r w:rsidR="00217105">
      <w:rPr>
        <w:b/>
        <w:caps/>
        <w:color w:val="00B050"/>
        <w:sz w:val="24"/>
      </w:rPr>
      <w:t>5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47714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17105"/>
    <w:rsid w:val="00220C3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082C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682"/>
    <w:rsid w:val="005438B5"/>
    <w:rsid w:val="005508C0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664A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6F43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5603C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6AB2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02C3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C3C5C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96A88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D430A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9FBEF6F6</Template>
  <TotalTime>1</TotalTime>
  <Pages>1</Pages>
  <Words>72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4</cp:revision>
  <cp:lastPrinted>2025-07-24T09:09:00Z</cp:lastPrinted>
  <dcterms:created xsi:type="dcterms:W3CDTF">2025-07-24T09:08:00Z</dcterms:created>
  <dcterms:modified xsi:type="dcterms:W3CDTF">2025-07-25T11:25:00Z</dcterms:modified>
</cp:coreProperties>
</file>